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223369B8" w:rsidR="003254A3" w:rsidRPr="000719BB" w:rsidRDefault="00BD76C3" w:rsidP="006C2343">
      <w:pPr>
        <w:pStyle w:val="Titul2"/>
      </w:pPr>
      <w:r w:rsidRPr="004E0CF4">
        <w:t xml:space="preserve">Příloha č. 2 </w:t>
      </w:r>
      <w:r w:rsidR="00584E5D">
        <w:t>b</w:t>
      </w:r>
      <w:r w:rsidRPr="004E0CF4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ADDFC93" w:rsidR="00BF54FE" w:rsidRPr="00D61BB3" w:rsidRDefault="00423E22" w:rsidP="006C2343">
          <w:pPr>
            <w:pStyle w:val="Tituldatum"/>
            <w:rPr>
              <w:rStyle w:val="Nzevakce"/>
            </w:rPr>
          </w:pPr>
          <w:r w:rsidRPr="00423E22">
            <w:rPr>
              <w:rStyle w:val="Nzevakce"/>
            </w:rPr>
            <w:t>Výměna kolejnic v úseku Rájec-Jestřebí – Skalice nad Svitavou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48769D8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423E22" w:rsidRPr="00423E22">
        <w:t>27.</w:t>
      </w:r>
      <w:r w:rsidR="00D83F33" w:rsidRPr="00423E22">
        <w:t>2</w:t>
      </w:r>
      <w:r w:rsidR="00423E22" w:rsidRPr="00423E22">
        <w:t>.2023</w:t>
      </w:r>
      <w:proofErr w:type="gramEnd"/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B02F444" w14:textId="07172F5E" w:rsidR="009C283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403502" w:history="1">
        <w:r w:rsidR="009C2836" w:rsidRPr="0033082E">
          <w:rPr>
            <w:rStyle w:val="Hypertextovodkaz"/>
          </w:rPr>
          <w:t>SEZNAM ZKRATEK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_Toc128403502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2</w:t>
        </w:r>
        <w:r w:rsidR="009C2836">
          <w:rPr>
            <w:noProof/>
            <w:webHidden/>
          </w:rPr>
          <w:fldChar w:fldCharType="end"/>
        </w:r>
      </w:hyperlink>
    </w:p>
    <w:p w14:paraId="7B61B030" w14:textId="5DF06A5E" w:rsidR="009C2836" w:rsidRDefault="00584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03" w:history="1">
        <w:r w:rsidR="009C2836" w:rsidRPr="0033082E">
          <w:rPr>
            <w:rStyle w:val="Hypertextovodkaz"/>
          </w:rPr>
          <w:t>Pojmy a definice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_Toc128403503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3</w:t>
        </w:r>
        <w:r w:rsidR="009C2836">
          <w:rPr>
            <w:noProof/>
            <w:webHidden/>
          </w:rPr>
          <w:fldChar w:fldCharType="end"/>
        </w:r>
      </w:hyperlink>
    </w:p>
    <w:p w14:paraId="6DB11952" w14:textId="50784614" w:rsidR="009C2836" w:rsidRDefault="00584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04" w:history="1">
        <w:r w:rsidR="009C2836" w:rsidRPr="0033082E">
          <w:rPr>
            <w:rStyle w:val="Hypertextovodkaz"/>
          </w:rPr>
          <w:t>1.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SPECIFIKACE PŘEDMĚTU DÍLA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_Toc128403504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3E25509B" w14:textId="0CFB8903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5" w:history="1">
        <w:r w:rsidR="009C2836" w:rsidRPr="0033082E">
          <w:rPr>
            <w:rStyle w:val="Hypertextovodkaz"/>
            <w:rFonts w:asciiTheme="majorHAnsi" w:hAnsiTheme="majorHAnsi"/>
          </w:rPr>
          <w:t>1.1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Účel a rozsah předmětu Díla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_Toc128403505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389220DA" w14:textId="4F4D529B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6" w:history="1">
        <w:r w:rsidR="009C2836" w:rsidRPr="0033082E">
          <w:rPr>
            <w:rStyle w:val="Hypertextovodkaz"/>
            <w:rFonts w:asciiTheme="majorHAnsi" w:hAnsiTheme="majorHAnsi"/>
          </w:rPr>
          <w:t>1.2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Umístění stavby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_Toc128403506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9031D2A" w14:textId="12C3E618" w:rsidR="009C2836" w:rsidRDefault="00584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07" w:history="1">
        <w:r w:rsidR="009C2836" w:rsidRPr="0033082E">
          <w:rPr>
            <w:rStyle w:val="Hypertextovodkaz"/>
          </w:rPr>
          <w:t>2.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PŘEHLED VÝCHOZÍCH PODKLADŮ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_Toc128403507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6782C985" w14:textId="7C473FF6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8" w:history="1">
        <w:r w:rsidR="009C2836" w:rsidRPr="0033082E">
          <w:rPr>
            <w:rStyle w:val="Hypertextovodkaz"/>
            <w:rFonts w:asciiTheme="majorHAnsi" w:hAnsiTheme="majorHAnsi"/>
          </w:rPr>
          <w:t>2.1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Projektová dokumentace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_Toc128403508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1F79D76C" w14:textId="5F5D4678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09" w:history="1">
        <w:r w:rsidR="009C2836" w:rsidRPr="0033082E">
          <w:rPr>
            <w:rStyle w:val="Hypertextovodkaz"/>
            <w:rFonts w:asciiTheme="majorHAnsi" w:hAnsiTheme="majorHAnsi"/>
          </w:rPr>
          <w:t>2.2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Související dokumentace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_Toc128403509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204A177D" w14:textId="4840AE79" w:rsidR="009C2836" w:rsidRDefault="00584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10" w:history="1">
        <w:r w:rsidR="009C2836" w:rsidRPr="0033082E">
          <w:rPr>
            <w:rStyle w:val="Hypertextovodkaz"/>
          </w:rPr>
          <w:t>3.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KOORDINACE S JINÝMI STAVBAMI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_Toc128403510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573D44D" w14:textId="1D2F3BA4" w:rsidR="009C2836" w:rsidRDefault="00584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11" w:history="1">
        <w:r w:rsidR="009C2836" w:rsidRPr="0033082E">
          <w:rPr>
            <w:rStyle w:val="Hypertextovodkaz"/>
          </w:rPr>
          <w:t>4.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Zvláštní TECHNICKÉ podmímky a požadavky na PROVEDENÍ DÍLA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_Toc128403511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7A46929" w14:textId="0E23F0FA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2" w:history="1">
        <w:r w:rsidR="009C2836" w:rsidRPr="0033082E">
          <w:rPr>
            <w:rStyle w:val="Hypertextovodkaz"/>
            <w:rFonts w:asciiTheme="majorHAnsi" w:hAnsiTheme="majorHAnsi"/>
          </w:rPr>
          <w:t>4.1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Všeobecně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_Toc128403512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4</w:t>
        </w:r>
        <w:r w:rsidR="009C2836">
          <w:rPr>
            <w:noProof/>
            <w:webHidden/>
          </w:rPr>
          <w:fldChar w:fldCharType="end"/>
        </w:r>
      </w:hyperlink>
    </w:p>
    <w:p w14:paraId="596325E8" w14:textId="3726CB0C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3" w:history="1">
        <w:r w:rsidR="009C2836" w:rsidRPr="0033082E">
          <w:rPr>
            <w:rStyle w:val="Hypertextovodkaz"/>
            <w:rFonts w:asciiTheme="majorHAnsi" w:hAnsiTheme="majorHAnsi"/>
          </w:rPr>
          <w:t>4.2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Zeměměřická činnost zhotovitele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_Toc128403513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8</w:t>
        </w:r>
        <w:r w:rsidR="009C2836">
          <w:rPr>
            <w:noProof/>
            <w:webHidden/>
          </w:rPr>
          <w:fldChar w:fldCharType="end"/>
        </w:r>
      </w:hyperlink>
    </w:p>
    <w:p w14:paraId="4BB21138" w14:textId="3ECFBA5F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4" w:history="1">
        <w:r w:rsidR="009C2836" w:rsidRPr="0033082E">
          <w:rPr>
            <w:rStyle w:val="Hypertextovodkaz"/>
            <w:rFonts w:asciiTheme="majorHAnsi" w:hAnsiTheme="majorHAnsi"/>
          </w:rPr>
          <w:t>4.3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Dokumentace zhotovitele pro stavbu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_Toc128403514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9</w:t>
        </w:r>
        <w:r w:rsidR="009C2836">
          <w:rPr>
            <w:noProof/>
            <w:webHidden/>
          </w:rPr>
          <w:fldChar w:fldCharType="end"/>
        </w:r>
      </w:hyperlink>
    </w:p>
    <w:p w14:paraId="094B6651" w14:textId="61CEE00C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5" w:history="1">
        <w:r w:rsidR="009C2836" w:rsidRPr="0033082E">
          <w:rPr>
            <w:rStyle w:val="Hypertextovodkaz"/>
            <w:rFonts w:asciiTheme="majorHAnsi" w:hAnsiTheme="majorHAnsi"/>
          </w:rPr>
          <w:t>4.4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Doklady předkládané zhotovitelem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_Toc128403515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2CA0E427" w14:textId="7BF0088C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6" w:history="1">
        <w:r w:rsidR="009C2836" w:rsidRPr="0033082E">
          <w:rPr>
            <w:rStyle w:val="Hypertextovodkaz"/>
            <w:rFonts w:asciiTheme="majorHAnsi" w:hAnsiTheme="majorHAnsi"/>
          </w:rPr>
          <w:t>4.5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Dokumentace skutečného provedení stavby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_Toc128403516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335D84E2" w14:textId="3583C884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7" w:history="1">
        <w:r w:rsidR="009C2836" w:rsidRPr="0033082E">
          <w:rPr>
            <w:rStyle w:val="Hypertextovodkaz"/>
            <w:rFonts w:asciiTheme="majorHAnsi" w:hAnsiTheme="majorHAnsi"/>
          </w:rPr>
          <w:t>4.6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Zabezpečovací zařízení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_Toc128403517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25BFAE57" w14:textId="6AF7C760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8" w:history="1">
        <w:r w:rsidR="009C2836" w:rsidRPr="0033082E">
          <w:rPr>
            <w:rStyle w:val="Hypertextovodkaz"/>
            <w:rFonts w:asciiTheme="majorHAnsi" w:hAnsiTheme="majorHAnsi"/>
          </w:rPr>
          <w:t>4.7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Silnoproudá technologie včetně DŘT, trakční a energetická zařízení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_Toc128403518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45900A16" w14:textId="05AA8925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19" w:history="1">
        <w:r w:rsidR="009C2836" w:rsidRPr="0033082E">
          <w:rPr>
            <w:rStyle w:val="Hypertextovodkaz"/>
            <w:rFonts w:asciiTheme="majorHAnsi" w:hAnsiTheme="majorHAnsi"/>
          </w:rPr>
          <w:t>4.8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Ostatní technologická zařízení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_Toc128403519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41DFB699" w14:textId="38C0D73B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20" w:history="1">
        <w:r w:rsidR="009C2836" w:rsidRPr="0033082E">
          <w:rPr>
            <w:rStyle w:val="Hypertextovodkaz"/>
            <w:rFonts w:asciiTheme="majorHAnsi" w:hAnsiTheme="majorHAnsi"/>
          </w:rPr>
          <w:t>4.9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Železniční svršek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_Toc128403520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10</w:t>
        </w:r>
        <w:r w:rsidR="009C2836">
          <w:rPr>
            <w:noProof/>
            <w:webHidden/>
          </w:rPr>
          <w:fldChar w:fldCharType="end"/>
        </w:r>
      </w:hyperlink>
    </w:p>
    <w:p w14:paraId="3E6CE5CC" w14:textId="4B541802" w:rsidR="009C2836" w:rsidRDefault="00584E5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403521" w:history="1">
        <w:r w:rsidR="009C2836" w:rsidRPr="0033082E">
          <w:rPr>
            <w:rStyle w:val="Hypertextovodkaz"/>
            <w:rFonts w:asciiTheme="majorHAnsi" w:hAnsiTheme="majorHAnsi"/>
          </w:rPr>
          <w:t>4.10</w:t>
        </w:r>
        <w:r w:rsidR="009C283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Železniční přejezdy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_Toc128403521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11</w:t>
        </w:r>
        <w:r w:rsidR="009C2836">
          <w:rPr>
            <w:noProof/>
            <w:webHidden/>
          </w:rPr>
          <w:fldChar w:fldCharType="end"/>
        </w:r>
      </w:hyperlink>
    </w:p>
    <w:p w14:paraId="72B89142" w14:textId="782717E7" w:rsidR="009C2836" w:rsidRDefault="00584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22" w:history="1">
        <w:r w:rsidR="009C2836" w:rsidRPr="0033082E">
          <w:rPr>
            <w:rStyle w:val="Hypertextovodkaz"/>
          </w:rPr>
          <w:t>5.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ORGANIZACE VÝSTAVBY, VÝLUKY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_Toc128403522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11</w:t>
        </w:r>
        <w:r w:rsidR="009C2836">
          <w:rPr>
            <w:noProof/>
            <w:webHidden/>
          </w:rPr>
          <w:fldChar w:fldCharType="end"/>
        </w:r>
      </w:hyperlink>
    </w:p>
    <w:p w14:paraId="2DA97C20" w14:textId="5D4B4DDB" w:rsidR="009C2836" w:rsidRDefault="00584E5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403523" w:history="1">
        <w:r w:rsidR="009C2836" w:rsidRPr="0033082E">
          <w:rPr>
            <w:rStyle w:val="Hypertextovodkaz"/>
          </w:rPr>
          <w:t>6.</w:t>
        </w:r>
        <w:r w:rsidR="009C283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C2836" w:rsidRPr="0033082E">
          <w:rPr>
            <w:rStyle w:val="Hypertextovodkaz"/>
          </w:rPr>
          <w:t>SOUVISEJÍCÍ DOKUMENTY A PŘEDPISY</w:t>
        </w:r>
        <w:r w:rsidR="009C2836">
          <w:rPr>
            <w:noProof/>
            <w:webHidden/>
          </w:rPr>
          <w:tab/>
        </w:r>
        <w:r w:rsidR="009C2836">
          <w:rPr>
            <w:noProof/>
            <w:webHidden/>
          </w:rPr>
          <w:fldChar w:fldCharType="begin"/>
        </w:r>
        <w:r w:rsidR="009C2836">
          <w:rPr>
            <w:noProof/>
            <w:webHidden/>
          </w:rPr>
          <w:instrText xml:space="preserve"> PAGEREF _Toc128403523 \h </w:instrText>
        </w:r>
        <w:r w:rsidR="009C2836">
          <w:rPr>
            <w:noProof/>
            <w:webHidden/>
          </w:rPr>
        </w:r>
        <w:r w:rsidR="009C2836">
          <w:rPr>
            <w:noProof/>
            <w:webHidden/>
          </w:rPr>
          <w:fldChar w:fldCharType="separate"/>
        </w:r>
        <w:r w:rsidR="009135D1">
          <w:rPr>
            <w:noProof/>
            <w:webHidden/>
          </w:rPr>
          <w:t>11</w:t>
        </w:r>
        <w:r w:rsidR="009C2836">
          <w:rPr>
            <w:noProof/>
            <w:webHidden/>
          </w:rPr>
          <w:fldChar w:fldCharType="end"/>
        </w:r>
      </w:hyperlink>
    </w:p>
    <w:p w14:paraId="30D8D7FD" w14:textId="7770BCA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40350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31514C4D" w:rsidR="00AD0C7B" w:rsidRPr="00AD0C7B" w:rsidRDefault="00423E22" w:rsidP="00AD0C7B">
            <w:pPr>
              <w:pStyle w:val="Zkratky1"/>
            </w:pPr>
            <w:r>
              <w:t>ETCS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6F019F43" w:rsidR="00423E22" w:rsidRPr="006115D3" w:rsidRDefault="00423E22" w:rsidP="000F15F1">
            <w:pPr>
              <w:pStyle w:val="Zkratky2"/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train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</w:p>
        </w:tc>
      </w:tr>
      <w:tr w:rsidR="00423E22" w:rsidRPr="00AD0C7B" w14:paraId="3BFC607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81603A" w14:textId="636B675D" w:rsidR="00423E22" w:rsidRDefault="00423E22" w:rsidP="00423E22">
            <w:pPr>
              <w:pStyle w:val="Zkratky1"/>
            </w:pPr>
            <w:r>
              <w:t xml:space="preserve">GPK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555721" w14:textId="7F7B3C53" w:rsidR="00423E22" w:rsidRDefault="00423E22" w:rsidP="00423E22">
            <w:pPr>
              <w:pStyle w:val="Zkratky2"/>
            </w:pPr>
            <w:r>
              <w:t>Geometrické parametry koleje</w:t>
            </w:r>
          </w:p>
        </w:tc>
      </w:tr>
      <w:tr w:rsidR="00423E22" w:rsidRPr="00AD0C7B" w14:paraId="6D393E0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FD07CE" w14:textId="0596A661" w:rsidR="00423E22" w:rsidRDefault="00423E22" w:rsidP="00423E22">
            <w:pPr>
              <w:pStyle w:val="Zkratky1"/>
            </w:pPr>
            <w:r>
              <w:t xml:space="preserve">KSU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21514F" w14:textId="4B610516" w:rsidR="00423E22" w:rsidRDefault="00423E22" w:rsidP="00423E22">
            <w:pPr>
              <w:pStyle w:val="Zkratky2"/>
            </w:pPr>
            <w:r>
              <w:t xml:space="preserve">Koordinační schéma </w:t>
            </w:r>
            <w:proofErr w:type="spellStart"/>
            <w:r>
              <w:t>ukolejnění</w:t>
            </w:r>
            <w:proofErr w:type="spellEnd"/>
          </w:p>
        </w:tc>
      </w:tr>
      <w:tr w:rsidR="00423E22" w:rsidRPr="00AD0C7B" w14:paraId="6DCF020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55230" w14:textId="6901FBAB" w:rsidR="00423E22" w:rsidRDefault="00423E22" w:rsidP="00423E22">
            <w:pPr>
              <w:pStyle w:val="Zkratky1"/>
            </w:pPr>
            <w:r>
              <w:t xml:space="preserve">SEE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EE11E" w14:textId="01167CAD" w:rsidR="00423E22" w:rsidRDefault="00423E22" w:rsidP="00423E22">
            <w:pPr>
              <w:pStyle w:val="Zkratky2"/>
            </w:pPr>
            <w:r>
              <w:t>Správa elektrotechniky a energetiky</w:t>
            </w:r>
          </w:p>
        </w:tc>
      </w:tr>
      <w:tr w:rsidR="00423E22" w:rsidRPr="00AD0C7B" w14:paraId="2EBF084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08CA04" w14:textId="7285278F" w:rsidR="00423E22" w:rsidRDefault="00423E22" w:rsidP="00423E22">
            <w:pPr>
              <w:pStyle w:val="Zkratky1"/>
            </w:pPr>
            <w:r>
              <w:t xml:space="preserve">ST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3AD9B7" w14:textId="45B32344" w:rsidR="00423E22" w:rsidRDefault="00423E22" w:rsidP="00423E22">
            <w:pPr>
              <w:pStyle w:val="Zkratky2"/>
            </w:pPr>
            <w:r>
              <w:t>Správa tratí</w:t>
            </w:r>
          </w:p>
        </w:tc>
      </w:tr>
      <w:tr w:rsidR="00423E22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14133C74" w:rsidR="00423E22" w:rsidRPr="00AD0C7B" w:rsidRDefault="00423E22" w:rsidP="00423E22">
            <w:pPr>
              <w:pStyle w:val="Zkratky1"/>
            </w:pPr>
            <w:r>
              <w:t xml:space="preserve">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6A35015" w:rsidR="00423E22" w:rsidRPr="006115D3" w:rsidRDefault="00423E22" w:rsidP="00423E22">
            <w:pPr>
              <w:pStyle w:val="Zkratky2"/>
            </w:pPr>
            <w:r>
              <w:t>Trakční podpěra</w:t>
            </w:r>
          </w:p>
        </w:tc>
      </w:tr>
      <w:tr w:rsidR="00423E22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628A5C7F" w:rsidR="00423E22" w:rsidRPr="00AD0C7B" w:rsidRDefault="00423E22" w:rsidP="00423E22">
            <w:pPr>
              <w:pStyle w:val="Zkratky1"/>
            </w:pPr>
            <w:r>
              <w:t>ŽST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0D47C9F2" w:rsidR="00423E22" w:rsidRPr="00F92E3A" w:rsidRDefault="00423E22" w:rsidP="00423E22">
            <w:pPr>
              <w:pStyle w:val="Zkratky2"/>
            </w:pPr>
            <w:r>
              <w:t>Železniční stanice</w:t>
            </w:r>
          </w:p>
          <w:p w14:paraId="02C5BC82" w14:textId="77777777" w:rsidR="00423E22" w:rsidRPr="006115D3" w:rsidRDefault="00423E22" w:rsidP="00423E22">
            <w:pPr>
              <w:pStyle w:val="Zkratky2"/>
            </w:pPr>
          </w:p>
        </w:tc>
      </w:tr>
      <w:tr w:rsidR="00423E22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423E22" w:rsidRPr="00AD0C7B" w:rsidRDefault="00423E22" w:rsidP="00423E22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423E22" w:rsidRPr="006115D3" w:rsidRDefault="00423E22" w:rsidP="00423E22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403503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840350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8403505"/>
      <w:r>
        <w:t>Účel a rozsah předmětu Díla</w:t>
      </w:r>
      <w:bookmarkEnd w:id="10"/>
      <w:bookmarkEnd w:id="11"/>
    </w:p>
    <w:p w14:paraId="144B4FC2" w14:textId="772AD070" w:rsidR="00DF7BAA" w:rsidRPr="00A16611" w:rsidRDefault="00DF7BAA" w:rsidP="00DF7BAA">
      <w:pPr>
        <w:pStyle w:val="Text2-1"/>
      </w:pPr>
      <w:r w:rsidRPr="00A16611">
        <w:t xml:space="preserve">Předmětem díla je </w:t>
      </w:r>
      <w:r w:rsidRPr="00423E22">
        <w:t>zhotovení stavby „</w:t>
      </w:r>
      <w:r w:rsidR="00423E22" w:rsidRPr="00423E22">
        <w:t>Výměna kolejnic v úseku Rájec-Jestřebí – Skalice nad Svitavou</w:t>
      </w:r>
      <w:r w:rsidRPr="00423E22">
        <w:t>“</w:t>
      </w:r>
      <w:r w:rsidR="00EC4FA5" w:rsidRPr="00423E22">
        <w:t>,</w:t>
      </w:r>
      <w:r w:rsidRPr="00423E22">
        <w:t xml:space="preserve"> jejímž cílem je </w:t>
      </w:r>
      <w:r w:rsidR="00423E22" w:rsidRPr="00423E22">
        <w:t>zajištění bezproblémové provozuschopnosti železniční dopravní cesty výměnou a údržbou poškozených součástí železničního svršku.</w:t>
      </w:r>
    </w:p>
    <w:p w14:paraId="29AAB0CD" w14:textId="6256FCD0" w:rsidR="00E70AB8" w:rsidRPr="00A16611" w:rsidRDefault="00A16611" w:rsidP="00F52698">
      <w:pPr>
        <w:pStyle w:val="Text2-1"/>
      </w:pPr>
      <w:r w:rsidRPr="00423E22">
        <w:t>Rozsah Díla „</w:t>
      </w:r>
      <w:r w:rsidR="00423E22" w:rsidRPr="00423E22">
        <w:t>Výměna kolejnic v úseku Rájec-Jestřebí – Skalice nad Svitavou</w:t>
      </w:r>
      <w:r w:rsidRPr="00423E22">
        <w:t>“ je</w:t>
      </w:r>
      <w:r w:rsidRPr="00A16611">
        <w:t xml:space="preserve"> </w:t>
      </w:r>
      <w:r w:rsidR="00423E22">
        <w:t xml:space="preserve">výměna </w:t>
      </w:r>
      <w:r w:rsidR="00423E22" w:rsidRPr="004E0CF4">
        <w:t>kolejnicových pásů 60E2 z materiálu R350 HT včetně pryžových podložek pod patu kolejnice a některých úhlových vodících vložek, oprava GPK kolejí včetně doplnění kolejového lože do předepsaného profilu. Bude provedena výměna dotčených lepených izolovaných styků. Součástí</w:t>
      </w:r>
      <w:r w:rsidR="00423E22">
        <w:t xml:space="preserve"> Díla je i demontáž a zpětná montáž překážek v koleji pro prováděné práce a úprava </w:t>
      </w:r>
      <w:proofErr w:type="spellStart"/>
      <w:r w:rsidR="00423E22">
        <w:t>ukolejnění</w:t>
      </w:r>
      <w:proofErr w:type="spellEnd"/>
      <w:r w:rsidR="00423E22">
        <w:t xml:space="preserve"> a kolejových obvodů na provizorní stavy.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8403506"/>
      <w:r>
        <w:t>Umístění stavby</w:t>
      </w:r>
      <w:bookmarkEnd w:id="12"/>
      <w:bookmarkEnd w:id="13"/>
    </w:p>
    <w:p w14:paraId="4DFE4759" w14:textId="673D05B7" w:rsidR="006972D4" w:rsidRDefault="00DF7BAA" w:rsidP="005A6C0C">
      <w:pPr>
        <w:pStyle w:val="Text2-1"/>
      </w:pPr>
      <w:r>
        <w:t xml:space="preserve">Stavba bude probíhat na trati </w:t>
      </w:r>
      <w:r w:rsidR="00423E22">
        <w:t xml:space="preserve">Brno </w:t>
      </w:r>
      <w:proofErr w:type="spellStart"/>
      <w:proofErr w:type="gramStart"/>
      <w:r w:rsidR="00423E22">
        <w:t>hl.n</w:t>
      </w:r>
      <w:proofErr w:type="spellEnd"/>
      <w:r w:rsidR="00AA12D0">
        <w:t>.</w:t>
      </w:r>
      <w:proofErr w:type="gramEnd"/>
      <w:r w:rsidR="00AA12D0">
        <w:t xml:space="preserve"> – Česká Třebová v TUDU 2002 12 a 2002 14</w:t>
      </w:r>
      <w:r w:rsidR="00423E22">
        <w:t>.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8403507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8403508"/>
      <w:r>
        <w:t>Projektová dokumentace</w:t>
      </w:r>
      <w:bookmarkEnd w:id="16"/>
      <w:bookmarkEnd w:id="17"/>
    </w:p>
    <w:p w14:paraId="7153DAFA" w14:textId="17E1FF3D" w:rsidR="00615BEC" w:rsidRPr="00615BEC" w:rsidRDefault="00AA12D0" w:rsidP="00615BEC">
      <w:pPr>
        <w:pStyle w:val="Text2-1"/>
      </w:pPr>
      <w:r>
        <w:t>Projektová dokumentace není k této stavbě zpracována.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8403509"/>
      <w:r>
        <w:t>Související dokumentace</w:t>
      </w:r>
      <w:bookmarkEnd w:id="18"/>
      <w:bookmarkEnd w:id="19"/>
    </w:p>
    <w:p w14:paraId="48F2F814" w14:textId="77777777" w:rsidR="00B7178D" w:rsidRPr="00BC51B8" w:rsidRDefault="00B7178D" w:rsidP="00B7178D">
      <w:pPr>
        <w:pStyle w:val="Text2-1"/>
      </w:pPr>
      <w:r>
        <w:t>Jedná se o údržbové práce, které budou provedeny bez stavebního povolení.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8403510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904FAFD" w14:textId="77777777" w:rsidR="00B7178D" w:rsidRPr="00E77DD9" w:rsidRDefault="00B7178D" w:rsidP="00B7178D">
      <w:pPr>
        <w:pStyle w:val="Text2-1"/>
      </w:pPr>
      <w:r w:rsidRPr="00E77DD9">
        <w:t>Koordinace musí probíhat zejména s níže uvedenými investicemi a opravnými pracemi:</w:t>
      </w:r>
    </w:p>
    <w:p w14:paraId="4F1DB6A4" w14:textId="77777777" w:rsidR="00B7178D" w:rsidRDefault="00B7178D" w:rsidP="00B7178D">
      <w:pPr>
        <w:pStyle w:val="Odstavec1-1a"/>
        <w:numPr>
          <w:ilvl w:val="0"/>
          <w:numId w:val="5"/>
        </w:numPr>
        <w:spacing w:after="120"/>
      </w:pPr>
      <w:r>
        <w:t>Údržbové práce na železničním svršku, spodku a trakčním vedení, které budou provádět ST Brno a SEE Brno.</w:t>
      </w:r>
    </w:p>
    <w:p w14:paraId="41F49FCC" w14:textId="77777777" w:rsidR="00B7178D" w:rsidRDefault="00B7178D" w:rsidP="00B7178D">
      <w:pPr>
        <w:pStyle w:val="Odstavec1-1a"/>
        <w:numPr>
          <w:ilvl w:val="0"/>
          <w:numId w:val="5"/>
        </w:numPr>
        <w:spacing w:after="120"/>
      </w:pPr>
      <w:r>
        <w:t>Celková oprava železničního přejezdu P6808 v km 192,290 u obce Lhota Rapotina</w:t>
      </w:r>
    </w:p>
    <w:p w14:paraId="60A3365D" w14:textId="77777777" w:rsidR="00B7178D" w:rsidRPr="00E77DD9" w:rsidRDefault="00B7178D" w:rsidP="00B7178D">
      <w:pPr>
        <w:pStyle w:val="Odstavec1-1a"/>
        <w:numPr>
          <w:ilvl w:val="0"/>
          <w:numId w:val="5"/>
        </w:numPr>
        <w:spacing w:after="120"/>
      </w:pPr>
      <w:r>
        <w:t>Oprava železničního přejezdu P6810 v km 192,412 v ŽS Skalice nad Svitavou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8403511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8403512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5ABBE8F9" w14:textId="77777777" w:rsidR="00DF7856" w:rsidRPr="00B7178D" w:rsidRDefault="00DF7856" w:rsidP="00DF7856">
      <w:pPr>
        <w:pStyle w:val="Text2-2"/>
      </w:pPr>
      <w:r w:rsidRPr="00B7178D">
        <w:t>Čl. 1.11.5.1 TKP, odst. 3 se mění takto:</w:t>
      </w:r>
    </w:p>
    <w:p w14:paraId="75E57AD6" w14:textId="5018562E" w:rsidR="00DF7856" w:rsidRPr="00B7178D" w:rsidRDefault="00DF7856" w:rsidP="004C1240">
      <w:pPr>
        <w:pStyle w:val="Text2-2"/>
        <w:numPr>
          <w:ilvl w:val="0"/>
          <w:numId w:val="0"/>
        </w:numPr>
        <w:ind w:left="1701"/>
      </w:pPr>
      <w:r w:rsidRPr="00B7178D">
        <w:t xml:space="preserve">Předání Dokumentace skutečného provedení stavby </w:t>
      </w:r>
      <w:r w:rsidR="00B7178D" w:rsidRPr="00B7178D">
        <w:t>bude dodáno v termínech dle bodu 5.1.4 těchto ZTP.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B7178D" w:rsidRDefault="004C1240" w:rsidP="004C1240">
      <w:pPr>
        <w:pStyle w:val="Text2-2"/>
      </w:pPr>
      <w:r w:rsidRPr="00B7178D">
        <w:t>Čl. 1.11.5.1 TKP, odst. 5 se ruší.</w:t>
      </w:r>
    </w:p>
    <w:p w14:paraId="34C5FAAF" w14:textId="77777777" w:rsidR="004C1240" w:rsidRPr="00B7178D" w:rsidRDefault="004C1240" w:rsidP="004C1240">
      <w:pPr>
        <w:pStyle w:val="Text2-2"/>
      </w:pPr>
      <w:r w:rsidRPr="00B7178D">
        <w:t>ČL 1.11.5.1 TKP, odst. 6 se mění takto:</w:t>
      </w:r>
    </w:p>
    <w:p w14:paraId="2A2ECA97" w14:textId="77777777" w:rsidR="004C1240" w:rsidRPr="00B7178D" w:rsidRDefault="004C1240" w:rsidP="004C1240">
      <w:pPr>
        <w:pStyle w:val="Text2-2"/>
        <w:numPr>
          <w:ilvl w:val="0"/>
          <w:numId w:val="0"/>
        </w:numPr>
        <w:ind w:left="1701"/>
      </w:pPr>
      <w:r w:rsidRPr="00B7178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7178D" w:rsidRDefault="004C1240" w:rsidP="00484F28">
      <w:pPr>
        <w:pStyle w:val="Text2-2"/>
        <w:numPr>
          <w:ilvl w:val="0"/>
          <w:numId w:val="22"/>
        </w:numPr>
      </w:pPr>
      <w:r w:rsidRPr="00B7178D">
        <w:t>kompletní dokumentace stavby v otevřené formě</w:t>
      </w:r>
    </w:p>
    <w:p w14:paraId="19A3DA3F" w14:textId="7E66C78D" w:rsidR="004C1240" w:rsidRPr="00B7178D" w:rsidRDefault="004C1240" w:rsidP="00484F28">
      <w:pPr>
        <w:pStyle w:val="Text2-2"/>
        <w:numPr>
          <w:ilvl w:val="0"/>
          <w:numId w:val="22"/>
        </w:numPr>
      </w:pPr>
      <w:r w:rsidRPr="00B7178D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</w:t>
      </w:r>
      <w:r w:rsidRPr="00B7178D">
        <w:t>užívání Staveniště, včetně železniční dopravní cesty, v době, kdy je toho třeba, a</w:t>
      </w:r>
      <w:r>
        <w:t>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B7178D" w:rsidRDefault="00AD75BB" w:rsidP="005220AF">
      <w:pPr>
        <w:pStyle w:val="Text2-2"/>
      </w:pPr>
      <w:r w:rsidRPr="00B7178D">
        <w:rPr>
          <w:b/>
        </w:rPr>
        <w:t>K činnostem Zhotovitele v rámci plnění SOD</w:t>
      </w:r>
      <w:r w:rsidRPr="00B7178D">
        <w:t xml:space="preserve"> mimo jiné také patří:</w:t>
      </w:r>
    </w:p>
    <w:p w14:paraId="7B1350E1" w14:textId="77777777" w:rsidR="00796FF0" w:rsidRPr="00B7178D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178D">
        <w:rPr>
          <w:sz w:val="18"/>
          <w:szCs w:val="18"/>
        </w:rPr>
        <w:t xml:space="preserve">zpracování koordinačních schémat </w:t>
      </w:r>
      <w:proofErr w:type="spellStart"/>
      <w:r w:rsidRPr="00B7178D">
        <w:rPr>
          <w:sz w:val="18"/>
          <w:szCs w:val="18"/>
        </w:rPr>
        <w:t>ukolejnění</w:t>
      </w:r>
      <w:proofErr w:type="spellEnd"/>
      <w:r w:rsidRPr="00B7178D">
        <w:rPr>
          <w:sz w:val="18"/>
          <w:szCs w:val="18"/>
        </w:rPr>
        <w:t xml:space="preserve"> a trakčních propojek (</w:t>
      </w:r>
      <w:proofErr w:type="spellStart"/>
      <w:r w:rsidRPr="00B7178D">
        <w:rPr>
          <w:sz w:val="18"/>
          <w:szCs w:val="18"/>
        </w:rPr>
        <w:t>KSUaTP</w:t>
      </w:r>
      <w:proofErr w:type="spellEnd"/>
      <w:r w:rsidRPr="00B7178D">
        <w:rPr>
          <w:sz w:val="18"/>
          <w:szCs w:val="18"/>
        </w:rPr>
        <w:t>) pro jednotlivé stavební postupy,</w:t>
      </w:r>
    </w:p>
    <w:p w14:paraId="6E661C3A" w14:textId="77777777" w:rsidR="009358DC" w:rsidRPr="00B7178D" w:rsidRDefault="009358DC" w:rsidP="005220AF">
      <w:pPr>
        <w:pStyle w:val="Text2-2"/>
      </w:pPr>
      <w:r w:rsidRPr="00B7178D">
        <w:t>Zhotovitel je povinen zajistit veřejnoprávní projednání a vydání potřebných rozhodnutí, povolení, souhlasů a jiných opatření</w:t>
      </w:r>
      <w:r w:rsidR="00223CF2" w:rsidRPr="00B7178D">
        <w:t>, nad rámec rozhodnutí, povolení, souhlasů zajištěných Objednatelem.</w:t>
      </w:r>
      <w:r w:rsidRPr="00B7178D">
        <w:t xml:space="preserve"> Zejména se jedná o:</w:t>
      </w:r>
    </w:p>
    <w:p w14:paraId="1B0EA688" w14:textId="77777777" w:rsidR="009358DC" w:rsidRPr="00B7178D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7178D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B7178D">
        <w:rPr>
          <w:sz w:val="18"/>
          <w:szCs w:val="18"/>
        </w:rPr>
        <w:t> </w:t>
      </w:r>
      <w:r w:rsidRPr="00B7178D">
        <w:rPr>
          <w:sz w:val="18"/>
          <w:szCs w:val="18"/>
        </w:rPr>
        <w:t>13/1997 Sb.</w:t>
      </w:r>
      <w:r w:rsidR="00223CF2" w:rsidRPr="00B7178D">
        <w:rPr>
          <w:sz w:val="18"/>
          <w:szCs w:val="18"/>
        </w:rPr>
        <w:t xml:space="preserve"> (o pozemních komunikacích)</w:t>
      </w:r>
      <w:r w:rsidRPr="00B7178D">
        <w:rPr>
          <w:sz w:val="18"/>
          <w:szCs w:val="18"/>
        </w:rPr>
        <w:t>, jestliže se jejich potřeba objeví v souvislosti s realizací Díla,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28403513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75D6C142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204C38">
        <w:t>Ing. Pavel Bělehrad tel. 972 625 479,    e-mail: Belehrad@spravazeleznic.cz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204C38" w:rsidRDefault="00DC55C8" w:rsidP="00DC55C8">
      <w:pPr>
        <w:pStyle w:val="Text2-1"/>
      </w:pPr>
      <w:r w:rsidRPr="00204C3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204C38" w:rsidRDefault="00DC55C8" w:rsidP="00DC55C8">
      <w:pPr>
        <w:pStyle w:val="Text2-1"/>
      </w:pPr>
      <w:r w:rsidRPr="00204C38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204C38" w:rsidRDefault="00DC55C8" w:rsidP="00DC55C8">
      <w:pPr>
        <w:pStyle w:val="Text2-1"/>
      </w:pPr>
      <w:r w:rsidRPr="00204C38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204C38" w:rsidRDefault="00DC55C8" w:rsidP="00DC55C8">
      <w:pPr>
        <w:pStyle w:val="Text2-1"/>
      </w:pPr>
      <w:r w:rsidRPr="00204C38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204C38">
        <w:t> čl. 1.7.3 TKP ZEMĚMĚŘICKÁ ČINNOST ZAJIŠŤOVANÁ ZHOTOVITELEM</w:t>
      </w:r>
      <w:bookmarkEnd w:id="37"/>
      <w:r w:rsidRPr="00204C38"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 w:rsidRPr="00204C38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</w:t>
      </w:r>
      <w:r>
        <w:t xml:space="preserve">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E3B5150" w14:textId="77777777" w:rsidR="00DF7BAA" w:rsidRDefault="00DF7BAA" w:rsidP="00DF7BAA">
      <w:pPr>
        <w:pStyle w:val="Nadpis2-2"/>
      </w:pPr>
      <w:bookmarkStart w:id="38" w:name="_Toc6410439"/>
      <w:bookmarkStart w:id="39" w:name="_Toc128403514"/>
      <w:r>
        <w:t>Dokumentace zhotovitele pro stavbu</w:t>
      </w:r>
      <w:bookmarkEnd w:id="38"/>
      <w:bookmarkEnd w:id="39"/>
    </w:p>
    <w:p w14:paraId="3224C863" w14:textId="77777777" w:rsidR="009B11EA" w:rsidRDefault="009B11EA" w:rsidP="009B11EA">
      <w:pPr>
        <w:pStyle w:val="Text2-1"/>
      </w:pPr>
      <w:bookmarkStart w:id="40" w:name="_Toc6410440"/>
      <w:r>
        <w:t xml:space="preserve">Zhotovitel minimálně 14 dnů před zahájením prací předloží Objednateli vypracovanou projektovou dokumentaci náhradního </w:t>
      </w:r>
      <w:proofErr w:type="spellStart"/>
      <w:r>
        <w:t>ukolejnění</w:t>
      </w:r>
      <w:proofErr w:type="spellEnd"/>
      <w:r>
        <w:t xml:space="preserve"> a kolejových obvodů.</w:t>
      </w:r>
    </w:p>
    <w:p w14:paraId="48285C13" w14:textId="77777777" w:rsidR="009B11EA" w:rsidRPr="0004537E" w:rsidRDefault="009B11EA" w:rsidP="009B11EA">
      <w:pPr>
        <w:pStyle w:val="Text2-1"/>
      </w:pPr>
      <w:r w:rsidRPr="006B1B8E">
        <w:t>Před uvedením</w:t>
      </w:r>
      <w:r>
        <w:t xml:space="preserve"> díla do</w:t>
      </w:r>
      <w:r w:rsidRPr="0004537E">
        <w:t xml:space="preserve"> provozu dodá Zhotovitel Objednateli výstupy o GPK z měřícího vozíku KRAB a záznamy z ASP, dokumentaci ke zřízení bezstykové koleje, měření překážek, doklady od zabudovaných materiálů.</w:t>
      </w:r>
    </w:p>
    <w:p w14:paraId="4F612423" w14:textId="77777777" w:rsidR="009B11EA" w:rsidRDefault="009B11EA" w:rsidP="009B11E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CB42762" w14:textId="45508451" w:rsidR="009B11EA" w:rsidRDefault="009B11EA" w:rsidP="009B11E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3CF0FDC7" w14:textId="6BD40E5D" w:rsidR="00204C38" w:rsidRDefault="00204C38" w:rsidP="00204C38">
      <w:pPr>
        <w:pStyle w:val="Nadpis2-2"/>
      </w:pPr>
      <w:bookmarkStart w:id="41" w:name="_Toc128403515"/>
      <w:r>
        <w:t>Doklady předkládané zhotovitelem</w:t>
      </w:r>
      <w:bookmarkEnd w:id="41"/>
    </w:p>
    <w:p w14:paraId="332073C2" w14:textId="708E341F" w:rsidR="00204C38" w:rsidRDefault="00204C38" w:rsidP="00204C38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32FA1813" w14:textId="77777777" w:rsidR="00204C38" w:rsidRPr="007E6A00" w:rsidRDefault="00204C38" w:rsidP="00204C38">
      <w:pPr>
        <w:pStyle w:val="Text2-1"/>
        <w:numPr>
          <w:ilvl w:val="2"/>
          <w:numId w:val="23"/>
        </w:numPr>
        <w:tabs>
          <w:tab w:val="clear" w:pos="737"/>
        </w:tabs>
      </w:pPr>
      <w:r w:rsidRPr="007E6A00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4384A5C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K-05/2 - Vedoucí prací pro práce na železničním svršku a spodku;</w:t>
      </w:r>
    </w:p>
    <w:p w14:paraId="3E899273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K-06 - Vedoucí prací pro řízení stavby;</w:t>
      </w:r>
    </w:p>
    <w:p w14:paraId="0396723D" w14:textId="77777777" w:rsidR="00204C38" w:rsidRPr="007E6A00" w:rsidRDefault="00204C38" w:rsidP="00204C38">
      <w:pPr>
        <w:pStyle w:val="Odrka1-2-"/>
        <w:numPr>
          <w:ilvl w:val="1"/>
          <w:numId w:val="4"/>
        </w:numPr>
      </w:pPr>
      <w:r w:rsidRPr="007E6A00">
        <w:t>D-04 – Vedoucí posunu, pracovník pro řízení sledu.</w:t>
      </w:r>
    </w:p>
    <w:p w14:paraId="23AC2058" w14:textId="77777777" w:rsidR="00204C38" w:rsidRDefault="00204C38" w:rsidP="00204C38">
      <w:pPr>
        <w:pStyle w:val="Odrka1-2-"/>
        <w:numPr>
          <w:ilvl w:val="1"/>
          <w:numId w:val="4"/>
        </w:numPr>
      </w:pPr>
      <w:r>
        <w:t>Osvědčení o způsobilosti ke svařování v souladu s předpisem SŽ S3/5 v platném znění:</w:t>
      </w:r>
    </w:p>
    <w:p w14:paraId="1D618791" w14:textId="7807A9E3" w:rsidR="00204C38" w:rsidRDefault="00204C38" w:rsidP="00204C38">
      <w:pPr>
        <w:pStyle w:val="Odrka1-2-"/>
        <w:numPr>
          <w:ilvl w:val="1"/>
          <w:numId w:val="24"/>
        </w:numPr>
        <w:tabs>
          <w:tab w:val="clear" w:pos="1531"/>
          <w:tab w:val="num" w:pos="1843"/>
        </w:tabs>
        <w:ind w:left="1843"/>
      </w:pPr>
      <w:proofErr w:type="spellStart"/>
      <w:r>
        <w:t>Aluminotermické</w:t>
      </w:r>
      <w:proofErr w:type="spellEnd"/>
      <w:r>
        <w:t xml:space="preserve"> svařování kolejnic stejného tvaru technologií dle Přílohy C předpisu SŽ S3/5 a to z materiálu kolejnic R350HT.</w:t>
      </w:r>
    </w:p>
    <w:p w14:paraId="590D6B9D" w14:textId="78FC420F" w:rsidR="00204C38" w:rsidRDefault="004E0CF4" w:rsidP="00204C38">
      <w:pPr>
        <w:pStyle w:val="Odrka1-2-"/>
        <w:numPr>
          <w:ilvl w:val="1"/>
          <w:numId w:val="24"/>
        </w:numPr>
        <w:tabs>
          <w:tab w:val="clear" w:pos="1531"/>
          <w:tab w:val="num" w:pos="1843"/>
        </w:tabs>
        <w:ind w:left="1843"/>
      </w:pPr>
      <w:proofErr w:type="spellStart"/>
      <w:r>
        <w:t>Odtavovací</w:t>
      </w:r>
      <w:proofErr w:type="spellEnd"/>
      <w:r>
        <w:t xml:space="preserve"> stykové</w:t>
      </w:r>
      <w:r w:rsidR="00204C38">
        <w:t xml:space="preserve"> svařování kolejnic stejného tvaru technol</w:t>
      </w:r>
      <w:r>
        <w:t>ogií dle Přílohy D</w:t>
      </w:r>
      <w:r w:rsidR="00204C38">
        <w:t xml:space="preserve"> předpisu SŽ S3/5 a to z materiálu kolejnic R350HT</w:t>
      </w:r>
    </w:p>
    <w:p w14:paraId="19F38ADB" w14:textId="77777777" w:rsidR="00B53E41" w:rsidRDefault="00DF7BAA" w:rsidP="0060019A">
      <w:pPr>
        <w:pStyle w:val="Nadpis2-2"/>
      </w:pPr>
      <w:bookmarkStart w:id="42" w:name="_Toc128403516"/>
      <w:r>
        <w:t>Dokumentace skutečného provedení stavby</w:t>
      </w:r>
      <w:bookmarkEnd w:id="40"/>
      <w:bookmarkEnd w:id="42"/>
    </w:p>
    <w:p w14:paraId="71B3DEFD" w14:textId="77777777" w:rsidR="00910830" w:rsidRPr="006C1206" w:rsidRDefault="00910830" w:rsidP="00910830">
      <w:pPr>
        <w:pStyle w:val="Text2-1"/>
      </w:pPr>
      <w:bookmarkStart w:id="43" w:name="_Ref62136016"/>
      <w:r w:rsidRPr="006C1206">
        <w:t>Dokumentace skutečného provedení se nevyhotovuje. Před zahájením provozu se odevzdávají Objednateli dokumentace dle bodu 4.3.2 těchto ZTP.</w:t>
      </w:r>
    </w:p>
    <w:p w14:paraId="30ED94AF" w14:textId="77777777" w:rsidR="00DF7BAA" w:rsidRPr="00E77C22" w:rsidRDefault="00DF7BAA" w:rsidP="00DF7BAA">
      <w:pPr>
        <w:pStyle w:val="Nadpis2-2"/>
      </w:pPr>
      <w:bookmarkStart w:id="44" w:name="_Toc6410441"/>
      <w:bookmarkStart w:id="45" w:name="_Toc128403517"/>
      <w:bookmarkEnd w:id="43"/>
      <w:r w:rsidRPr="00E77C22">
        <w:t>Zabezpečovací zařízení</w:t>
      </w:r>
      <w:bookmarkEnd w:id="44"/>
      <w:bookmarkEnd w:id="45"/>
    </w:p>
    <w:p w14:paraId="256DC0C9" w14:textId="0EEE0B39" w:rsidR="00DF7BAA" w:rsidRPr="00E77C22" w:rsidRDefault="00A16AC7" w:rsidP="00A16AC7">
      <w:pPr>
        <w:pStyle w:val="Text2-1"/>
      </w:pPr>
      <w:r>
        <w:t>Trať je vybavena kolejovými obvody, zabezpečovacím systémem ETCS a systémem automatického vedení vlaku. Zhotovitel provede odbornou demontáž a zpětnou montáž prvků těchto systémů, které tvoří překážku v práci.</w:t>
      </w:r>
    </w:p>
    <w:p w14:paraId="01F4A384" w14:textId="77777777" w:rsidR="00DF7BAA" w:rsidRPr="00E77C22" w:rsidRDefault="00DF7BAA" w:rsidP="00DF7BAA">
      <w:pPr>
        <w:pStyle w:val="Nadpis2-2"/>
      </w:pPr>
      <w:bookmarkStart w:id="46" w:name="_Toc6410443"/>
      <w:bookmarkStart w:id="47" w:name="_Toc128403518"/>
      <w:r w:rsidRPr="00E77C22">
        <w:t>Silnoproudá technologie včetně DŘT, trakční a energetická zařízení</w:t>
      </w:r>
      <w:bookmarkEnd w:id="46"/>
      <w:bookmarkEnd w:id="47"/>
    </w:p>
    <w:p w14:paraId="43E6B207" w14:textId="77777777" w:rsidR="00A16AC7" w:rsidRDefault="00A16AC7" w:rsidP="00A16AC7">
      <w:pPr>
        <w:pStyle w:val="Text2-1"/>
      </w:pPr>
      <w:bookmarkStart w:id="48" w:name="_Toc6410444"/>
      <w:r>
        <w:t xml:space="preserve">Pro jednotlivé etapy bude provedeno náhradní </w:t>
      </w:r>
      <w:proofErr w:type="spellStart"/>
      <w:r>
        <w:t>ukolejnění</w:t>
      </w:r>
      <w:proofErr w:type="spellEnd"/>
      <w:r>
        <w:t xml:space="preserve"> odpojených prvků dle schématu KSU a TP. </w:t>
      </w:r>
    </w:p>
    <w:p w14:paraId="07EDB64A" w14:textId="77777777" w:rsidR="00DF7BAA" w:rsidRPr="00E77C22" w:rsidRDefault="00DF7BAA" w:rsidP="00DF7BAA">
      <w:pPr>
        <w:pStyle w:val="Nadpis2-2"/>
      </w:pPr>
      <w:bookmarkStart w:id="49" w:name="_Toc128403519"/>
      <w:r w:rsidRPr="00E77C22">
        <w:t>Ostatní technologická zařízení</w:t>
      </w:r>
      <w:bookmarkEnd w:id="48"/>
      <w:bookmarkEnd w:id="49"/>
    </w:p>
    <w:p w14:paraId="7E01DFFD" w14:textId="77777777" w:rsidR="00DF7BAA" w:rsidRDefault="00DF7BAA" w:rsidP="00DF7BAA">
      <w:pPr>
        <w:pStyle w:val="Nadpis2-2"/>
      </w:pPr>
      <w:bookmarkStart w:id="50" w:name="_Toc6410445"/>
      <w:bookmarkStart w:id="51" w:name="_Toc128403520"/>
      <w:r>
        <w:t>Železniční svršek</w:t>
      </w:r>
      <w:bookmarkEnd w:id="50"/>
      <w:bookmarkEnd w:id="51"/>
      <w:r>
        <w:t xml:space="preserve"> </w:t>
      </w:r>
    </w:p>
    <w:p w14:paraId="17903237" w14:textId="75D03A95" w:rsidR="00DF7BAA" w:rsidRPr="000124A1" w:rsidRDefault="00A16AC7" w:rsidP="00A16AC7">
      <w:pPr>
        <w:pStyle w:val="Text2-1"/>
      </w:pPr>
      <w:r>
        <w:t xml:space="preserve">Kolejnicové pásy 60E2 z materiálu R350 HT jsou dodávány Objednatelem a budou před zahájením výluky naloženy na železničních vozech v ŽST Skalice nad Svitavou. Zhotovitel zajistí jejich </w:t>
      </w:r>
      <w:r w:rsidR="00526DBB">
        <w:t>vyvez</w:t>
      </w:r>
      <w:r>
        <w:t>ení a vyložení. Zhotovitel zajišťuje dodávku materiálu dle soupisu prací. Základní prací je výměna kolejnicových pásů včetně výměny pryžových podložek a části úhlových vodících vložek. Dojde ke strojní směrové a výškové úpravě GPK včetně úpravy kolejového lože do profilu.</w:t>
      </w:r>
    </w:p>
    <w:p w14:paraId="11E32EF1" w14:textId="77777777" w:rsidR="00DF7BAA" w:rsidRPr="000124A1" w:rsidRDefault="00DF7BAA" w:rsidP="00DF7BAA">
      <w:pPr>
        <w:pStyle w:val="Nadpis2-2"/>
      </w:pPr>
      <w:bookmarkStart w:id="52" w:name="_Toc6410448"/>
      <w:bookmarkStart w:id="53" w:name="_Toc128403521"/>
      <w:r w:rsidRPr="000124A1">
        <w:t>Železniční přejezdy</w:t>
      </w:r>
      <w:bookmarkEnd w:id="52"/>
      <w:bookmarkEnd w:id="53"/>
    </w:p>
    <w:p w14:paraId="538C878D" w14:textId="271A36D6" w:rsidR="00DF7BAA" w:rsidRPr="000124A1" w:rsidRDefault="00A16AC7" w:rsidP="00DF7BAA">
      <w:pPr>
        <w:pStyle w:val="Text2-1"/>
      </w:pPr>
      <w:r>
        <w:t>Dojde k rozebrání přejezdové konstrukce P6813 v km 199,369 a k výměně spojovacích tyčí a upevňovadel v přejezdu. Zhotovitel zajistí silniční uzavírku přejezdu.</w:t>
      </w:r>
    </w:p>
    <w:p w14:paraId="188B588A" w14:textId="77777777" w:rsidR="00DF7BAA" w:rsidRDefault="00DF7BAA" w:rsidP="00DF7BAA">
      <w:pPr>
        <w:pStyle w:val="Nadpis2-1"/>
      </w:pPr>
      <w:bookmarkStart w:id="54" w:name="_Toc6410460"/>
      <w:bookmarkStart w:id="55" w:name="_Toc128403522"/>
      <w:r w:rsidRPr="00EC2E51">
        <w:t>ORGANIZACE</w:t>
      </w:r>
      <w:r>
        <w:t xml:space="preserve"> VÝSTAVBY, VÝLUKY</w:t>
      </w:r>
      <w:bookmarkEnd w:id="54"/>
      <w:bookmarkEnd w:id="55"/>
    </w:p>
    <w:p w14:paraId="10DACBE2" w14:textId="5F122B5F" w:rsidR="00B60031" w:rsidRPr="00526DBB" w:rsidRDefault="001A4CA5" w:rsidP="001A4CA5">
      <w:pPr>
        <w:pStyle w:val="Text2-1"/>
      </w:pPr>
      <w:r w:rsidRPr="00526DBB">
        <w:t xml:space="preserve">Při zpracování harmonogramu je nutné vycházet </w:t>
      </w:r>
      <w:r w:rsidR="00526DBB">
        <w:t>a</w:t>
      </w:r>
      <w:r w:rsidRPr="00526DBB">
        <w:t xml:space="preserve"> dodržet množs</w:t>
      </w:r>
      <w:r w:rsidR="00526DBB" w:rsidRPr="00526DBB">
        <w:t>tví a délku předjednaných výluk.</w:t>
      </w:r>
    </w:p>
    <w:p w14:paraId="0587D65B" w14:textId="77777777" w:rsidR="00DF7BAA" w:rsidRPr="00526DBB" w:rsidRDefault="00DF7BAA" w:rsidP="00DF7BAA">
      <w:pPr>
        <w:pStyle w:val="Text2-1"/>
      </w:pPr>
      <w:r w:rsidRPr="00526DBB">
        <w:t xml:space="preserve">Závazným pro </w:t>
      </w:r>
      <w:r w:rsidR="00DB58AA" w:rsidRPr="00526DBB">
        <w:t>Z</w:t>
      </w:r>
      <w:r w:rsidRPr="00526DBB">
        <w:t>hotovitele jsou termíny a rozsah výluk, které jsou uvedeny v následující tabulce:</w:t>
      </w:r>
    </w:p>
    <w:p w14:paraId="47372265" w14:textId="77777777" w:rsidR="00BC5413" w:rsidRPr="00526DBB" w:rsidRDefault="00756A89" w:rsidP="005D2C6C">
      <w:pPr>
        <w:pStyle w:val="TabulkaNadpis"/>
      </w:pPr>
      <w:r w:rsidRPr="00526DBB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815"/>
        <w:gridCol w:w="2578"/>
        <w:gridCol w:w="1694"/>
        <w:gridCol w:w="1964"/>
      </w:tblGrid>
      <w:tr w:rsidR="009D623F" w:rsidRPr="00526DBB" w14:paraId="4E72ED87" w14:textId="77777777" w:rsidTr="00526D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92F6585" w14:textId="77777777" w:rsidR="009D623F" w:rsidRPr="00526DBB" w:rsidRDefault="009D623F" w:rsidP="0002279D">
            <w:pPr>
              <w:pStyle w:val="Tabulka-7"/>
              <w:rPr>
                <w:b/>
              </w:rPr>
            </w:pPr>
            <w:r w:rsidRPr="00526DBB">
              <w:rPr>
                <w:b/>
              </w:rPr>
              <w:t>Postup</w:t>
            </w:r>
          </w:p>
        </w:tc>
        <w:tc>
          <w:tcPr>
            <w:tcW w:w="2578" w:type="dxa"/>
          </w:tcPr>
          <w:p w14:paraId="1A565737" w14:textId="77777777" w:rsidR="009D623F" w:rsidRPr="00526DBB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526DBB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526DBB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26DBB">
              <w:rPr>
                <w:b/>
              </w:rPr>
              <w:t>Doba</w:t>
            </w:r>
            <w:r w:rsidR="00756A89" w:rsidRPr="00526DBB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A0F3633" w14:textId="77777777" w:rsidR="00580BF5" w:rsidRPr="00526DBB" w:rsidRDefault="00580BF5" w:rsidP="00580BF5">
            <w:pPr>
              <w:pStyle w:val="Tabulka-7"/>
            </w:pPr>
          </w:p>
        </w:tc>
        <w:tc>
          <w:tcPr>
            <w:tcW w:w="2578" w:type="dxa"/>
          </w:tcPr>
          <w:p w14:paraId="249F1A6C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690B1C09" w:rsidR="00580BF5" w:rsidRPr="00526DBB" w:rsidRDefault="00526DBB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26DBB">
              <w:rPr>
                <w:sz w:val="14"/>
              </w:rPr>
              <w:t>květen 2023</w:t>
            </w:r>
          </w:p>
        </w:tc>
      </w:tr>
      <w:tr w:rsidR="00580BF5" w:rsidRPr="00404F88" w14:paraId="7B4994CB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690E69D8" w14:textId="10ECF9D7" w:rsidR="00580BF5" w:rsidRPr="00526DBB" w:rsidRDefault="00526DBB" w:rsidP="00526DBB">
            <w:pPr>
              <w:pStyle w:val="Tabulka-7"/>
            </w:pPr>
            <w:r w:rsidRPr="00526DBB">
              <w:t>2. TK Rájec-</w:t>
            </w:r>
            <w:proofErr w:type="spellStart"/>
            <w:r w:rsidRPr="00526DBB">
              <w:t>Jestřeví</w:t>
            </w:r>
            <w:proofErr w:type="spellEnd"/>
            <w:r w:rsidRPr="00526DBB">
              <w:t xml:space="preserve"> – Skalice nad Svitavou</w:t>
            </w:r>
          </w:p>
        </w:tc>
        <w:tc>
          <w:tcPr>
            <w:tcW w:w="2578" w:type="dxa"/>
          </w:tcPr>
          <w:p w14:paraId="68FF7475" w14:textId="419E5377" w:rsidR="00580BF5" w:rsidRPr="00526DBB" w:rsidRDefault="00526DB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Výměna kolejnic, oprava GPK</w:t>
            </w:r>
          </w:p>
        </w:tc>
        <w:tc>
          <w:tcPr>
            <w:tcW w:w="1694" w:type="dxa"/>
          </w:tcPr>
          <w:p w14:paraId="2B23A969" w14:textId="36356DDE" w:rsidR="00580BF5" w:rsidRPr="00526DBB" w:rsidRDefault="00526DB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7N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0FB09FB6" w:rsidR="00580BF5" w:rsidRPr="00526DBB" w:rsidRDefault="00526DBB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26DBB">
              <w:rPr>
                <w:sz w:val="14"/>
              </w:rPr>
              <w:t xml:space="preserve">11. – </w:t>
            </w:r>
            <w:proofErr w:type="gramStart"/>
            <w:r w:rsidRPr="00526DBB">
              <w:rPr>
                <w:sz w:val="14"/>
              </w:rPr>
              <w:t>17.5.2023</w:t>
            </w:r>
            <w:proofErr w:type="gramEnd"/>
          </w:p>
        </w:tc>
      </w:tr>
      <w:tr w:rsidR="00580BF5" w:rsidRPr="00404F88" w14:paraId="56FD3A61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50DE3A36" w14:textId="335E2C23" w:rsidR="00580BF5" w:rsidRPr="00526DBB" w:rsidRDefault="00526DBB" w:rsidP="00526DBB">
            <w:pPr>
              <w:pStyle w:val="Tabulka-7"/>
            </w:pPr>
            <w:r w:rsidRPr="00526DBB">
              <w:t>1</w:t>
            </w:r>
            <w:r w:rsidR="00580BF5" w:rsidRPr="00526DBB">
              <w:t xml:space="preserve">. </w:t>
            </w:r>
            <w:r w:rsidRPr="00526DBB">
              <w:t>TK Skalice nad Svitavou – Rájec-Jestřebí</w:t>
            </w:r>
          </w:p>
        </w:tc>
        <w:tc>
          <w:tcPr>
            <w:tcW w:w="2578" w:type="dxa"/>
          </w:tcPr>
          <w:p w14:paraId="786C1D3A" w14:textId="5BBCF313" w:rsidR="00580BF5" w:rsidRPr="00526DBB" w:rsidRDefault="00526DB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Výměna kolejnic, oprava GPK</w:t>
            </w:r>
          </w:p>
        </w:tc>
        <w:tc>
          <w:tcPr>
            <w:tcW w:w="1694" w:type="dxa"/>
          </w:tcPr>
          <w:p w14:paraId="66AA44B0" w14:textId="44E71B98" w:rsidR="00580BF5" w:rsidRPr="00526DBB" w:rsidRDefault="00526DB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6N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4EA851F6" w:rsidR="00580BF5" w:rsidRPr="00526DBB" w:rsidRDefault="00526DBB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26DBB">
              <w:rPr>
                <w:sz w:val="14"/>
              </w:rPr>
              <w:t xml:space="preserve">17. – </w:t>
            </w:r>
            <w:proofErr w:type="gramStart"/>
            <w:r w:rsidRPr="00526DBB">
              <w:rPr>
                <w:sz w:val="14"/>
              </w:rPr>
              <w:t>22.5.2023</w:t>
            </w:r>
            <w:proofErr w:type="gramEnd"/>
          </w:p>
        </w:tc>
      </w:tr>
      <w:tr w:rsidR="00526DBB" w:rsidRPr="00404F88" w14:paraId="5E8EF3C4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4BB56EEF" w14:textId="39076C98" w:rsidR="00526DBB" w:rsidRPr="007E040C" w:rsidRDefault="00526DBB" w:rsidP="00526DBB">
            <w:pPr>
              <w:pStyle w:val="Tabulka-7"/>
              <w:rPr>
                <w:highlight w:val="green"/>
              </w:rPr>
            </w:pPr>
            <w:r>
              <w:t>1</w:t>
            </w:r>
            <w:r w:rsidRPr="00526DBB">
              <w:t xml:space="preserve">. TK </w:t>
            </w:r>
            <w:r>
              <w:t>Letovice</w:t>
            </w:r>
            <w:r w:rsidRPr="00526DBB">
              <w:t xml:space="preserve"> – Skalice nad Svitavou</w:t>
            </w:r>
          </w:p>
        </w:tc>
        <w:tc>
          <w:tcPr>
            <w:tcW w:w="2578" w:type="dxa"/>
          </w:tcPr>
          <w:p w14:paraId="0A6D9C8C" w14:textId="17C89F2A" w:rsidR="00526DBB" w:rsidRPr="007E040C" w:rsidRDefault="00526DBB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26DBB">
              <w:t>Výměna kolejnic, oprava GPK</w:t>
            </w:r>
            <w:r>
              <w:t>, demontáž a montáž přejezdových panelů přejezdu P6813</w:t>
            </w:r>
          </w:p>
        </w:tc>
        <w:tc>
          <w:tcPr>
            <w:tcW w:w="1694" w:type="dxa"/>
          </w:tcPr>
          <w:p w14:paraId="2A1B528B" w14:textId="07498849" w:rsidR="00526DBB" w:rsidRPr="007E040C" w:rsidRDefault="00526DBB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26DBB">
              <w:t>7N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400CEC6" w:rsidR="00526DBB" w:rsidRPr="00BC51B8" w:rsidRDefault="004E0CF4" w:rsidP="00526DB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8</w:t>
            </w:r>
            <w:r w:rsidR="00526DBB" w:rsidRPr="00526DBB">
              <w:rPr>
                <w:sz w:val="14"/>
              </w:rPr>
              <w:t>. –</w:t>
            </w:r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14</w:t>
            </w:r>
            <w:r w:rsidR="00526DBB" w:rsidRPr="00526DBB">
              <w:rPr>
                <w:sz w:val="14"/>
              </w:rPr>
              <w:t>.</w:t>
            </w:r>
            <w:r>
              <w:rPr>
                <w:sz w:val="14"/>
              </w:rPr>
              <w:t>6</w:t>
            </w:r>
            <w:r w:rsidR="00526DBB" w:rsidRPr="00526DBB">
              <w:rPr>
                <w:sz w:val="14"/>
              </w:rPr>
              <w:t>.2023</w:t>
            </w:r>
            <w:proofErr w:type="gramEnd"/>
          </w:p>
        </w:tc>
      </w:tr>
      <w:tr w:rsidR="00526DBB" w:rsidRPr="00404F88" w14:paraId="3851B7D4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2D2A9A45" w14:textId="301DDEB8" w:rsidR="00526DBB" w:rsidRDefault="00526DBB" w:rsidP="00526DBB">
            <w:pPr>
              <w:pStyle w:val="Tabulka-7"/>
              <w:rPr>
                <w:highlight w:val="green"/>
              </w:rPr>
            </w:pPr>
            <w:r>
              <w:t>2</w:t>
            </w:r>
            <w:r w:rsidRPr="00526DBB">
              <w:t xml:space="preserve">. TK Skalice nad Svitavou – </w:t>
            </w:r>
            <w:r>
              <w:t>Letovice</w:t>
            </w:r>
          </w:p>
        </w:tc>
        <w:tc>
          <w:tcPr>
            <w:tcW w:w="2578" w:type="dxa"/>
          </w:tcPr>
          <w:p w14:paraId="566D0A67" w14:textId="6F4F504F" w:rsidR="00526DBB" w:rsidRPr="007E040C" w:rsidDel="00055752" w:rsidRDefault="00526DBB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26DBB">
              <w:t>Výměna kolejnic, oprava GPK</w:t>
            </w:r>
            <w:r>
              <w:t>, demontáž a montáž přejezdových panelů přejezdu P6813</w:t>
            </w:r>
          </w:p>
        </w:tc>
        <w:tc>
          <w:tcPr>
            <w:tcW w:w="1694" w:type="dxa"/>
          </w:tcPr>
          <w:p w14:paraId="3034FA3E" w14:textId="7F459613" w:rsidR="00526DBB" w:rsidRPr="007E040C" w:rsidRDefault="00526DBB" w:rsidP="00526D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526DBB">
              <w:t>6N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73267F6E" w:rsidR="00526DBB" w:rsidRPr="00BC51B8" w:rsidRDefault="004E0CF4" w:rsidP="00526DB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14</w:t>
            </w:r>
            <w:r w:rsidR="00526DBB" w:rsidRPr="00526DBB">
              <w:rPr>
                <w:sz w:val="14"/>
              </w:rPr>
              <w:t>. –</w:t>
            </w:r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19</w:t>
            </w:r>
            <w:r w:rsidR="00526DBB" w:rsidRPr="00526DBB">
              <w:rPr>
                <w:sz w:val="14"/>
              </w:rPr>
              <w:t>.</w:t>
            </w:r>
            <w:r>
              <w:rPr>
                <w:sz w:val="14"/>
              </w:rPr>
              <w:t>6</w:t>
            </w:r>
            <w:r w:rsidR="00526DBB" w:rsidRPr="00526DBB">
              <w:rPr>
                <w:sz w:val="14"/>
              </w:rPr>
              <w:t>.2023</w:t>
            </w:r>
            <w:proofErr w:type="gramEnd"/>
          </w:p>
        </w:tc>
      </w:tr>
      <w:tr w:rsidR="00580BF5" w:rsidRPr="00404F88" w14:paraId="5885C96E" w14:textId="77777777" w:rsidTr="00526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</w:tcPr>
          <w:p w14:paraId="7EBE4A67" w14:textId="77777777" w:rsidR="00580BF5" w:rsidRPr="00526DBB" w:rsidRDefault="00580BF5" w:rsidP="00580BF5">
            <w:pPr>
              <w:pStyle w:val="Tabulka-7"/>
            </w:pPr>
          </w:p>
        </w:tc>
        <w:tc>
          <w:tcPr>
            <w:tcW w:w="2578" w:type="dxa"/>
          </w:tcPr>
          <w:p w14:paraId="65395B6F" w14:textId="09864C85" w:rsidR="00580BF5" w:rsidRPr="00526DBB" w:rsidRDefault="00526DB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6DBB">
              <w:t>Předání dokumentace a d</w:t>
            </w:r>
            <w:r w:rsidR="00580BF5" w:rsidRPr="00526DBB">
              <w:t>okončení Díla</w:t>
            </w:r>
          </w:p>
        </w:tc>
        <w:tc>
          <w:tcPr>
            <w:tcW w:w="1694" w:type="dxa"/>
          </w:tcPr>
          <w:p w14:paraId="6475AD07" w14:textId="77777777" w:rsidR="00580BF5" w:rsidRPr="00526DBB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72E6467" w:rsidR="00580BF5" w:rsidRPr="00526DBB" w:rsidRDefault="00526DBB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526DBB">
              <w:rPr>
                <w:sz w:val="14"/>
              </w:rPr>
              <w:t>červenec 2023</w:t>
            </w:r>
          </w:p>
        </w:tc>
      </w:tr>
    </w:tbl>
    <w:p w14:paraId="1F8D5F13" w14:textId="77777777" w:rsidR="009D623F" w:rsidRDefault="009D623F" w:rsidP="00DF7BAA">
      <w:pPr>
        <w:pStyle w:val="Textbezslovn"/>
        <w:rPr>
          <w:highlight w:val="green"/>
        </w:rPr>
      </w:pPr>
    </w:p>
    <w:p w14:paraId="3433DF18" w14:textId="77777777" w:rsidR="00DF7BAA" w:rsidRDefault="00DF7BAA" w:rsidP="00DF7BAA">
      <w:pPr>
        <w:pStyle w:val="Nadpis2-1"/>
      </w:pPr>
      <w:bookmarkStart w:id="56" w:name="_Toc6410461"/>
      <w:bookmarkStart w:id="57" w:name="_Toc128403523"/>
      <w:r w:rsidRPr="00EC2E51">
        <w:t>SOUVISEJÍCÍ</w:t>
      </w:r>
      <w:r>
        <w:t xml:space="preserve"> DOKUMENTY A PŘEDPISY</w:t>
      </w:r>
      <w:bookmarkEnd w:id="56"/>
      <w:bookmarkEnd w:id="57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</w:t>
      </w:r>
      <w:bookmarkStart w:id="58" w:name="_GoBack"/>
      <w:bookmarkEnd w:id="58"/>
      <w:r w:rsidRPr="00524520">
        <w:rPr>
          <w:b/>
        </w:rPr>
        <w:t>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3AFA307" w14:textId="23986C7D" w:rsidR="00F01B21" w:rsidRPr="00F01B21" w:rsidRDefault="009C4EEA" w:rsidP="00526DBB">
      <w:pPr>
        <w:pStyle w:val="Textbezslovn"/>
      </w:pPr>
      <w:r>
        <w:t xml:space="preserve">Ceníky: </w:t>
      </w:r>
      <w:r w:rsidRPr="00E64846">
        <w:t>https://typdok.tudc.cz/</w:t>
      </w:r>
    </w:p>
    <w:bookmarkEnd w:id="5"/>
    <w:bookmarkEnd w:id="6"/>
    <w:bookmarkEnd w:id="7"/>
    <w:bookmarkEnd w:id="8"/>
    <w:bookmarkEnd w:id="9"/>
    <w:p w14:paraId="6B2472A9" w14:textId="078B8C4F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A3258" w14:textId="77777777" w:rsidR="00423E22" w:rsidRDefault="00423E22" w:rsidP="00962258">
      <w:pPr>
        <w:spacing w:after="0" w:line="240" w:lineRule="auto"/>
      </w:pPr>
      <w:r>
        <w:separator/>
      </w:r>
    </w:p>
  </w:endnote>
  <w:endnote w:type="continuationSeparator" w:id="0">
    <w:p w14:paraId="5370C7A0" w14:textId="77777777" w:rsidR="00423E22" w:rsidRDefault="00423E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23E22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6376A63" w:rsidR="00423E22" w:rsidRPr="00B8518B" w:rsidRDefault="00423E2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4E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4E5D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7E60DB6" w:rsidR="00423E22" w:rsidRDefault="00584E5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Výměna kolejnic v úseku Rájec-Jestřebí – Skalice nad Svitavou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23E22">
            <w:t xml:space="preserve">Příloha č. 2 </w:t>
          </w:r>
          <w:r>
            <w:t>b</w:t>
          </w:r>
          <w:r w:rsidR="00423E22">
            <w:t>)</w:t>
          </w:r>
          <w:r w:rsidR="00423E22" w:rsidRPr="003462EB">
            <w:t xml:space="preserve"> </w:t>
          </w:r>
        </w:p>
        <w:p w14:paraId="178E0553" w14:textId="77777777" w:rsidR="00423E22" w:rsidRPr="003462EB" w:rsidRDefault="00423E2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423E22" w:rsidRPr="00614E71" w:rsidRDefault="00423E2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23E22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C74B6A3" w:rsidR="00423E22" w:rsidRDefault="00584E5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Výměna kolejnic v úseku Rájec-Jestřebí – Skalice nad Svitavou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423E22">
            <w:t xml:space="preserve">Příloha č. 2 </w:t>
          </w:r>
          <w:r>
            <w:t>b</w:t>
          </w:r>
          <w:r w:rsidR="00423E22">
            <w:t>)</w:t>
          </w:r>
        </w:p>
        <w:p w14:paraId="5D9BD160" w14:textId="77777777" w:rsidR="00423E22" w:rsidRPr="003462EB" w:rsidRDefault="00423E2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1DDAC09" w:rsidR="00423E22" w:rsidRPr="009E09BE" w:rsidRDefault="00423E2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4E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4E5D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23E22" w:rsidRPr="00B8518B" w:rsidRDefault="00423E2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423E22" w:rsidRPr="00B8518B" w:rsidRDefault="00423E22" w:rsidP="00460660">
    <w:pPr>
      <w:pStyle w:val="Zpat"/>
      <w:rPr>
        <w:sz w:val="2"/>
        <w:szCs w:val="2"/>
      </w:rPr>
    </w:pPr>
  </w:p>
  <w:p w14:paraId="53F277EE" w14:textId="77777777" w:rsidR="00423E22" w:rsidRDefault="00423E22" w:rsidP="00757290">
    <w:pPr>
      <w:pStyle w:val="Zpatvlevo"/>
      <w:rPr>
        <w:rFonts w:cs="Calibri"/>
        <w:szCs w:val="12"/>
      </w:rPr>
    </w:pPr>
  </w:p>
  <w:p w14:paraId="17EFC080" w14:textId="77777777" w:rsidR="00423E22" w:rsidRPr="00460660" w:rsidRDefault="00423E2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E194B" w14:textId="77777777" w:rsidR="00423E22" w:rsidRDefault="00423E22" w:rsidP="00962258">
      <w:pPr>
        <w:spacing w:after="0" w:line="240" w:lineRule="auto"/>
      </w:pPr>
      <w:r>
        <w:separator/>
      </w:r>
    </w:p>
  </w:footnote>
  <w:footnote w:type="continuationSeparator" w:id="0">
    <w:p w14:paraId="16DF87C0" w14:textId="77777777" w:rsidR="00423E22" w:rsidRDefault="00423E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23E22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23E22" w:rsidRPr="00B8518B" w:rsidRDefault="00423E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23E22" w:rsidRDefault="00423E2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23E22" w:rsidRPr="00D6163D" w:rsidRDefault="00423E22" w:rsidP="00FC6389">
          <w:pPr>
            <w:pStyle w:val="Druhdokumentu"/>
          </w:pPr>
        </w:p>
      </w:tc>
    </w:tr>
    <w:tr w:rsidR="00423E22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23E22" w:rsidRPr="00B8518B" w:rsidRDefault="00423E2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23E22" w:rsidRDefault="00423E2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23E22" w:rsidRPr="00D6163D" w:rsidRDefault="00423E22" w:rsidP="00FC6389">
          <w:pPr>
            <w:pStyle w:val="Druhdokumentu"/>
          </w:pPr>
        </w:p>
      </w:tc>
    </w:tr>
  </w:tbl>
  <w:p w14:paraId="53E85CAA" w14:textId="77777777" w:rsidR="00423E22" w:rsidRPr="00D6163D" w:rsidRDefault="00423E22" w:rsidP="00FC6389">
    <w:pPr>
      <w:pStyle w:val="Zhlav"/>
      <w:rPr>
        <w:sz w:val="8"/>
        <w:szCs w:val="8"/>
      </w:rPr>
    </w:pPr>
  </w:p>
  <w:p w14:paraId="1437D3AE" w14:textId="77777777" w:rsidR="00423E22" w:rsidRPr="00460660" w:rsidRDefault="00423E2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34D7F"/>
    <w:multiLevelType w:val="multilevel"/>
    <w:tmpl w:val="7BFA9328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C38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3E22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0CF4"/>
    <w:rsid w:val="004E33B6"/>
    <w:rsid w:val="004E7A1F"/>
    <w:rsid w:val="004F4B9B"/>
    <w:rsid w:val="004F70CD"/>
    <w:rsid w:val="00500C8E"/>
    <w:rsid w:val="0050221A"/>
    <w:rsid w:val="00502B16"/>
    <w:rsid w:val="005030A2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6DBB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4E5D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0830"/>
    <w:rsid w:val="009135D1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11EA"/>
    <w:rsid w:val="009B2E97"/>
    <w:rsid w:val="009B303C"/>
    <w:rsid w:val="009B50C1"/>
    <w:rsid w:val="009B5146"/>
    <w:rsid w:val="009B5181"/>
    <w:rsid w:val="009C016F"/>
    <w:rsid w:val="009C1D92"/>
    <w:rsid w:val="009C2836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AC7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12D0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178D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44604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3452BD-1451-490B-91AC-2893C5B4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201</TotalTime>
  <Pages>11</Pages>
  <Words>4470</Words>
  <Characters>26375</Characters>
  <Application>Microsoft Office Word</Application>
  <DocSecurity>0</DocSecurity>
  <Lines>219</Lines>
  <Paragraphs>61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7</cp:revision>
  <cp:lastPrinted>2022-12-07T13:03:00Z</cp:lastPrinted>
  <dcterms:created xsi:type="dcterms:W3CDTF">2023-01-17T14:50:00Z</dcterms:created>
  <dcterms:modified xsi:type="dcterms:W3CDTF">2023-03-20T11:58:00Z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